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5DCDC" w14:textId="77777777" w:rsidR="00FD23BC" w:rsidRDefault="00123D5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D6D0A5" wp14:editId="740F12FE">
                <wp:simplePos x="0" y="0"/>
                <wp:positionH relativeFrom="column">
                  <wp:posOffset>6939915</wp:posOffset>
                </wp:positionH>
                <wp:positionV relativeFrom="paragraph">
                  <wp:posOffset>5039360</wp:posOffset>
                </wp:positionV>
                <wp:extent cx="3167380" cy="2159635"/>
                <wp:effectExtent l="76200" t="76200" r="90170" b="882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604C4" w14:textId="605C4ABE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Democracy</w:t>
                            </w:r>
                          </w:p>
                          <w:p w14:paraId="5D41B775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D6D0A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6.45pt;margin-top:396.8pt;width:249.4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" fillcolor="white [3201]" strokeweight=".5pt">
                <v:textbox>
                  <w:txbxContent>
                    <w:p w14:paraId="739604C4" w14:textId="605C4ABE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Democracy</w:t>
                      </w:r>
                    </w:p>
                    <w:p w14:paraId="5D41B775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589E4D" wp14:editId="3FBDA58C">
                <wp:simplePos x="0" y="0"/>
                <wp:positionH relativeFrom="column">
                  <wp:posOffset>6939915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CC80E" w14:textId="27038104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Equal</w:t>
                            </w:r>
                          </w:p>
                          <w:p w14:paraId="42B394C8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89E4D" id="Text Box 10" o:spid="_x0000_s1027" type="#_x0000_t202" style="position:absolute;margin-left:546.45pt;margin-top:197.7pt;width:249.4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" fillcolor="white [3201]" strokeweight=".5pt">
                <v:textbox>
                  <w:txbxContent>
                    <w:p w14:paraId="3D9CC80E" w14:textId="27038104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Equal</w:t>
                      </w:r>
                    </w:p>
                    <w:p w14:paraId="42B394C8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84C0D4" wp14:editId="24E66992">
                <wp:simplePos x="0" y="0"/>
                <wp:positionH relativeFrom="column">
                  <wp:posOffset>6941185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F3EEC" w14:textId="62C72F49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Election</w:t>
                            </w:r>
                          </w:p>
                          <w:p w14:paraId="339DB9AE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4C0D4" id="Text Box 7" o:spid="_x0000_s1028" type="#_x0000_t202" style="position:absolute;margin-left:546.55pt;margin-top:-2.2pt;width:249.4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" fillcolor="white [3201]" strokeweight=".5pt">
                <v:textbox>
                  <w:txbxContent>
                    <w:p w14:paraId="337F3EEC" w14:textId="62C72F49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Election</w:t>
                      </w:r>
                    </w:p>
                    <w:p w14:paraId="339DB9AE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6CD6BD" wp14:editId="0876DC31">
                <wp:simplePos x="0" y="0"/>
                <wp:positionH relativeFrom="column">
                  <wp:posOffset>6779260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9E6E86" id="Straight Connector 2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8pt,-1.45pt" to="533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" strokecolor="black [3213]">
                <v:stroke dashstyle="dashDot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E9FADF" wp14:editId="754A2A41">
                <wp:simplePos x="0" y="0"/>
                <wp:positionH relativeFrom="column">
                  <wp:posOffset>-80645</wp:posOffset>
                </wp:positionH>
                <wp:positionV relativeFrom="paragraph">
                  <wp:posOffset>5041265</wp:posOffset>
                </wp:positionV>
                <wp:extent cx="3167380" cy="2159635"/>
                <wp:effectExtent l="76200" t="76200" r="90170" b="882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ysClr val="windowText" lastClr="000000">
                              <a:alpha val="40000"/>
                            </a:sysClr>
                          </a:glow>
                        </a:effectLst>
                      </wps:spPr>
                      <wps:txbx>
                        <w:txbxContent>
                          <w:p w14:paraId="3B0369FA" w14:textId="1C664A97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Persuade</w:t>
                            </w:r>
                          </w:p>
                          <w:p w14:paraId="0D057CEE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9FADF" id="Text Box 3" o:spid="_x0000_s1029" type="#_x0000_t202" style="position:absolute;margin-left:-6.35pt;margin-top:396.95pt;width:249.4pt;height:1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" fillcolor="window" strokeweight=".5pt">
                <v:textbox>
                  <w:txbxContent>
                    <w:p w14:paraId="3B0369FA" w14:textId="1C664A97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Persuade</w:t>
                      </w:r>
                    </w:p>
                    <w:p w14:paraId="0D057CEE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43F95F" wp14:editId="7FC291CA">
                <wp:simplePos x="0" y="0"/>
                <wp:positionH relativeFrom="column">
                  <wp:posOffset>-78105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0D2F5" w14:textId="57B6E826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Rights</w:t>
                            </w:r>
                          </w:p>
                          <w:p w14:paraId="0169F393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3F95F" id="Text Box 6" o:spid="_x0000_s1030" type="#_x0000_t202" style="position:absolute;margin-left:-6.15pt;margin-top:197.7pt;width:249.4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" fillcolor="white [3201]" strokeweight=".5pt">
                <v:textbox>
                  <w:txbxContent>
                    <w:p w14:paraId="75C0D2F5" w14:textId="57B6E826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Rights</w:t>
                      </w:r>
                    </w:p>
                    <w:p w14:paraId="0169F393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0023E" wp14:editId="0C42FB23">
                <wp:simplePos x="0" y="0"/>
                <wp:positionH relativeFrom="column">
                  <wp:posOffset>-78740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23842" w14:textId="403196F1" w:rsidR="000002DD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Vote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023E" id="Text Box 1" o:spid="_x0000_s1031" type="#_x0000_t202" style="position:absolute;margin-left:-6.2pt;margin-top:-2.2pt;width:249.4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" fillcolor="white [3201]" strokeweight=".5pt">
                <v:textbox>
                  <w:txbxContent>
                    <w:p w14:paraId="3E723842" w14:textId="403196F1" w:rsidR="000002DD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Vote</w:t>
                      </w:r>
                    </w:p>
                  </w:txbxContent>
                </v:textbox>
              </v:shap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A935CD" wp14:editId="7681A2E8">
                <wp:simplePos x="0" y="0"/>
                <wp:positionH relativeFrom="column">
                  <wp:posOffset>3274060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F14F32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8pt,-1.45pt" to="257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" strokecolor="black [3213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538947" wp14:editId="2DC65CDC">
                <wp:simplePos x="0" y="0"/>
                <wp:positionH relativeFrom="column">
                  <wp:posOffset>-126365</wp:posOffset>
                </wp:positionH>
                <wp:positionV relativeFrom="paragraph">
                  <wp:posOffset>4877435</wp:posOffset>
                </wp:positionV>
                <wp:extent cx="1036447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5817C7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384.05pt" to="806.15pt,3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" strokecolor="black [3040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E52543" wp14:editId="4AD33DCD">
                <wp:simplePos x="0" y="0"/>
                <wp:positionH relativeFrom="column">
                  <wp:posOffset>-126365</wp:posOffset>
                </wp:positionH>
                <wp:positionV relativeFrom="paragraph">
                  <wp:posOffset>2324735</wp:posOffset>
                </wp:positionV>
                <wp:extent cx="1036447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496CB6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183.05pt" to="806.15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" strokecolor="black [3040]">
                <v:stroke dashstyle="dashDot"/>
              </v:lin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F6BFBC" wp14:editId="2926561B">
                <wp:simplePos x="0" y="0"/>
                <wp:positionH relativeFrom="column">
                  <wp:posOffset>3444240</wp:posOffset>
                </wp:positionH>
                <wp:positionV relativeFrom="paragraph">
                  <wp:posOffset>5034915</wp:posOffset>
                </wp:positionV>
                <wp:extent cx="3168000" cy="2160000"/>
                <wp:effectExtent l="76200" t="76200" r="90170" b="882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69D39" w14:textId="542ABD5F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Petition</w:t>
                            </w:r>
                          </w:p>
                          <w:p w14:paraId="426A8EBD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6BFBC" id="Text Box 12" o:spid="_x0000_s1032" type="#_x0000_t202" style="position:absolute;margin-left:271.2pt;margin-top:396.45pt;width:249.45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" fillcolor="white [3201]" strokeweight=".5pt">
                <v:textbox>
                  <w:txbxContent>
                    <w:p w14:paraId="76269D39" w14:textId="542ABD5F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Petition</w:t>
                      </w:r>
                    </w:p>
                    <w:p w14:paraId="426A8EBD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C2163C" wp14:editId="36DBE020">
                <wp:simplePos x="0" y="0"/>
                <wp:positionH relativeFrom="column">
                  <wp:posOffset>3444240</wp:posOffset>
                </wp:positionH>
                <wp:positionV relativeFrom="paragraph">
                  <wp:posOffset>2520315</wp:posOffset>
                </wp:positionV>
                <wp:extent cx="3168000" cy="2160000"/>
                <wp:effectExtent l="76200" t="76200" r="90170" b="882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7E919" w14:textId="30FDFEC1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Campaign</w:t>
                            </w:r>
                          </w:p>
                          <w:p w14:paraId="33D65CF1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163C" id="Text Box 9" o:spid="_x0000_s1033" type="#_x0000_t202" style="position:absolute;margin-left:271.2pt;margin-top:198.45pt;width:249.45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" fillcolor="white [3201]" strokeweight=".5pt">
                <v:textbox>
                  <w:txbxContent>
                    <w:p w14:paraId="5997E919" w14:textId="30FDFEC1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Campaign</w:t>
                      </w:r>
                    </w:p>
                    <w:p w14:paraId="33D65CF1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20DC8" wp14:editId="1747898D">
                <wp:simplePos x="0" y="0"/>
                <wp:positionH relativeFrom="column">
                  <wp:posOffset>3442335</wp:posOffset>
                </wp:positionH>
                <wp:positionV relativeFrom="paragraph">
                  <wp:posOffset>-14605</wp:posOffset>
                </wp:positionV>
                <wp:extent cx="3168000" cy="2160000"/>
                <wp:effectExtent l="76200" t="76200" r="90170" b="882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B5A5E7" w14:textId="623784E4" w:rsidR="00A96246" w:rsidRPr="00A96246" w:rsidRDefault="00CB6CAF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  <w:t>Parliament</w:t>
                            </w:r>
                          </w:p>
                          <w:p w14:paraId="28AA8528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20DC8" id="Text Box 5" o:spid="_x0000_s1034" type="#_x0000_t202" style="position:absolute;margin-left:271.05pt;margin-top:-1.15pt;width:249.45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" fillcolor="white [3201]" strokeweight=".5pt">
                <v:textbox>
                  <w:txbxContent>
                    <w:p w14:paraId="59B5A5E7" w14:textId="623784E4" w:rsidR="00A96246" w:rsidRPr="00A96246" w:rsidRDefault="00CB6CAF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Arial Black" w:hAnsi="Arial Black"/>
                          <w:sz w:val="48"/>
                          <w:szCs w:val="48"/>
                        </w:rPr>
                        <w:t>Parliament</w:t>
                      </w:r>
                    </w:p>
                    <w:p w14:paraId="28AA8528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23BC" w:rsidSect="005C457C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3B31D9" w14:textId="77777777" w:rsidR="004F0C41" w:rsidRDefault="004F0C41" w:rsidP="002A4EB5">
      <w:pPr>
        <w:spacing w:after="0" w:line="240" w:lineRule="auto"/>
      </w:pPr>
      <w:r>
        <w:separator/>
      </w:r>
    </w:p>
  </w:endnote>
  <w:endnote w:type="continuationSeparator" w:id="0">
    <w:p w14:paraId="62A91B4C" w14:textId="77777777" w:rsidR="004F0C41" w:rsidRDefault="004F0C41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CD995D" w14:textId="77777777" w:rsidR="004F0C41" w:rsidRDefault="004F0C41" w:rsidP="002A4EB5">
      <w:pPr>
        <w:spacing w:after="0" w:line="240" w:lineRule="auto"/>
      </w:pPr>
      <w:r>
        <w:separator/>
      </w:r>
    </w:p>
  </w:footnote>
  <w:footnote w:type="continuationSeparator" w:id="0">
    <w:p w14:paraId="3C29880B" w14:textId="77777777" w:rsidR="004F0C41" w:rsidRDefault="004F0C41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B9"/>
    <w:rsid w:val="000002DD"/>
    <w:rsid w:val="00045C3F"/>
    <w:rsid w:val="00123D55"/>
    <w:rsid w:val="001C2A87"/>
    <w:rsid w:val="00202ED6"/>
    <w:rsid w:val="0021008D"/>
    <w:rsid w:val="00246B46"/>
    <w:rsid w:val="002A4EB5"/>
    <w:rsid w:val="002B15A9"/>
    <w:rsid w:val="003E67A8"/>
    <w:rsid w:val="003F0FD3"/>
    <w:rsid w:val="003F5405"/>
    <w:rsid w:val="004D283F"/>
    <w:rsid w:val="004E5630"/>
    <w:rsid w:val="004F0C41"/>
    <w:rsid w:val="00515BDF"/>
    <w:rsid w:val="00552FE4"/>
    <w:rsid w:val="005649CC"/>
    <w:rsid w:val="0059754B"/>
    <w:rsid w:val="005C457C"/>
    <w:rsid w:val="005F794C"/>
    <w:rsid w:val="006D45B9"/>
    <w:rsid w:val="00743E90"/>
    <w:rsid w:val="00763D71"/>
    <w:rsid w:val="007738F9"/>
    <w:rsid w:val="007A0A3F"/>
    <w:rsid w:val="0083576B"/>
    <w:rsid w:val="008E67D1"/>
    <w:rsid w:val="00957365"/>
    <w:rsid w:val="00994BB0"/>
    <w:rsid w:val="00997701"/>
    <w:rsid w:val="009D4A05"/>
    <w:rsid w:val="00A92C9F"/>
    <w:rsid w:val="00A96246"/>
    <w:rsid w:val="00B07EC6"/>
    <w:rsid w:val="00B22F13"/>
    <w:rsid w:val="00B71DB1"/>
    <w:rsid w:val="00B8711C"/>
    <w:rsid w:val="00BD0CEB"/>
    <w:rsid w:val="00C12568"/>
    <w:rsid w:val="00C3213B"/>
    <w:rsid w:val="00C4783E"/>
    <w:rsid w:val="00C74403"/>
    <w:rsid w:val="00CB6CAF"/>
    <w:rsid w:val="00CD5EE3"/>
    <w:rsid w:val="00D07A7A"/>
    <w:rsid w:val="00D527A3"/>
    <w:rsid w:val="00D70174"/>
    <w:rsid w:val="00E11CBB"/>
    <w:rsid w:val="00E1551A"/>
    <w:rsid w:val="00EB590B"/>
    <w:rsid w:val="00EB7C0C"/>
    <w:rsid w:val="00F43098"/>
    <w:rsid w:val="00F77FA5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8BBEE"/>
  <w15:docId w15:val="{90DE3607-C50D-4BC0-82CC-517FA41F5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llis1\AppData\Local\Temp\Temp1_3x3_vocabulary_flash_card_template.zip\3x3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08A5-7892-498B-BAC2-C699A174B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C:\Users\Challis1\AppData\Local\Temp\Temp1_3x3_vocabulary_flash_card_template.zip\3x3_Vocabulary_Flash_Card_Template.dotx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3x3 Vocabulary Flash Card Template</vt:lpstr>
    </vt:vector>
  </TitlesOfParts>
  <Company/>
  <LinksUpToDate>false</LinksUpToDate>
  <CharactersWithSpaces>13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3x3 Vocabulary Flash Card Template</dc:title>
  <dc:subject>Flash Cards</dc:subject>
  <dc:creator>Administrator</dc:creator>
  <cp:keywords>Flash Card Template</cp:keywords>
  <dc:description>Replace 'Insert text here' with your own words.</dc:description>
  <cp:lastModifiedBy>Challis,D</cp:lastModifiedBy>
  <cp:revision>2</cp:revision>
  <dcterms:created xsi:type="dcterms:W3CDTF">2020-05-19T11:44:00Z</dcterms:created>
  <dcterms:modified xsi:type="dcterms:W3CDTF">2020-05-19T11:44:00Z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3x3_Vocabulary_Flash_Card_Template</vt:lpwstr>
  </property>
  <property fmtid="{D5CDD505-2E9C-101B-9397-08002B2CF9AE}" pid="4" name="Publisher">
    <vt:lpwstr>class-templates.com</vt:lpwstr>
  </property>
</Properties>
</file>